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5DF6E592" w:rsidR="00071526" w:rsidRPr="00071526" w:rsidRDefault="00071526" w:rsidP="00071526"/>
    <w:p w14:paraId="415A3E38" w14:textId="7777777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77777777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D6B03" wp14:editId="4CBF0B2F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4D42342C" w:rsidR="00071526" w:rsidRPr="004B4EC8" w:rsidRDefault="000F5997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Plantar a semente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4D42342C" w:rsidR="00071526" w:rsidRPr="004B4EC8" w:rsidRDefault="000F5997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Plantar a semente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CF3A6" wp14:editId="351DCFAB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30" style="position:absolute;left:0;text-align:left;margin-left:-38.8pt;margin-top:8.1pt;width:72.6pt;height:28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7825A1D1" w14:textId="086807FF" w:rsidR="00D450A3" w:rsidRDefault="00901861" w:rsidP="00D223E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44FDD">
        <w:rPr>
          <w:rFonts w:ascii="Arial" w:hAnsi="Arial" w:cs="Arial"/>
        </w:rPr>
        <w:t xml:space="preserve">. </w:t>
      </w:r>
      <w:r w:rsidR="000B27A7">
        <w:rPr>
          <w:rFonts w:ascii="Arial" w:hAnsi="Arial" w:cs="Arial"/>
        </w:rPr>
        <w:t xml:space="preserve">Recorta as seguintes imagens e coloca-as por ordem </w:t>
      </w:r>
      <w:r w:rsidR="004265D6">
        <w:rPr>
          <w:rFonts w:ascii="Arial" w:hAnsi="Arial" w:cs="Arial"/>
        </w:rPr>
        <w:t>de acordo c</w:t>
      </w:r>
      <w:r w:rsidR="000B27A7">
        <w:rPr>
          <w:rFonts w:ascii="Arial" w:hAnsi="Arial" w:cs="Arial"/>
        </w:rPr>
        <w:t>o</w:t>
      </w:r>
      <w:r w:rsidR="004265D6">
        <w:rPr>
          <w:rFonts w:ascii="Arial" w:hAnsi="Arial" w:cs="Arial"/>
        </w:rPr>
        <w:t>m o</w:t>
      </w:r>
      <w:r w:rsidR="000B27A7">
        <w:rPr>
          <w:rFonts w:ascii="Arial" w:hAnsi="Arial" w:cs="Arial"/>
        </w:rPr>
        <w:t xml:space="preserve"> algoritmo da plantação de uma semente.</w:t>
      </w:r>
    </w:p>
    <w:p w14:paraId="048454D9" w14:textId="15EBF798" w:rsidR="00D223E7" w:rsidRDefault="00D223E7" w:rsidP="00D223E7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pPr w:leftFromText="141" w:rightFromText="141" w:vertAnchor="text" w:horzAnchor="margin" w:tblpX="-856" w:tblpY="-114"/>
        <w:tblW w:w="10343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5301"/>
      </w:tblGrid>
      <w:tr w:rsidR="00E21C6A" w14:paraId="22809E39" w14:textId="77777777" w:rsidTr="00E21C6A">
        <w:trPr>
          <w:trHeight w:val="3674"/>
        </w:trPr>
        <w:tc>
          <w:tcPr>
            <w:tcW w:w="5042" w:type="dxa"/>
          </w:tcPr>
          <w:p w14:paraId="4FDC0F2A" w14:textId="6A4CD1D5" w:rsidR="00E21C6A" w:rsidRDefault="00E21C6A" w:rsidP="00E21C6A">
            <w:pPr>
              <w:spacing w:line="360" w:lineRule="auto"/>
              <w:rPr>
                <w:rFonts w:ascii="Arial" w:hAnsi="Arial" w:cs="Arial"/>
              </w:rPr>
            </w:pPr>
            <w:r w:rsidRPr="00387D60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10464" behindDoc="0" locked="0" layoutInCell="1" allowOverlap="1" wp14:anchorId="1F781909" wp14:editId="0D59FF82">
                  <wp:simplePos x="0" y="0"/>
                  <wp:positionH relativeFrom="column">
                    <wp:posOffset>814213</wp:posOffset>
                  </wp:positionH>
                  <wp:positionV relativeFrom="paragraph">
                    <wp:posOffset>103505</wp:posOffset>
                  </wp:positionV>
                  <wp:extent cx="1529183" cy="2160000"/>
                  <wp:effectExtent l="0" t="0" r="0" b="0"/>
                  <wp:wrapNone/>
                  <wp:docPr id="3" name="Imagem 8" descr="Uma imagem com texto, ClipArt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FA29C8-E1F4-EF42-A3E4-6A3EF6CAAE1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m 8" descr="Uma imagem com texto, ClipArt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C1FA29C8-E1F4-EF42-A3E4-6A3EF6CAAE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361" t="12173" r="35714"/>
                          <a:stretch/>
                        </pic:blipFill>
                        <pic:spPr bwMode="auto">
                          <a:xfrm>
                            <a:off x="0" y="0"/>
                            <a:ext cx="1529183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01" w:type="dxa"/>
          </w:tcPr>
          <w:p w14:paraId="483E8BA9" w14:textId="6222D329" w:rsidR="00E21C6A" w:rsidRDefault="00E21C6A" w:rsidP="00E21C6A">
            <w:pPr>
              <w:spacing w:line="360" w:lineRule="auto"/>
              <w:rPr>
                <w:rFonts w:ascii="Arial" w:hAnsi="Arial" w:cs="Arial"/>
              </w:rPr>
            </w:pPr>
            <w:r w:rsidRPr="00387D60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14560" behindDoc="0" locked="0" layoutInCell="1" allowOverlap="1" wp14:anchorId="25FD68B5" wp14:editId="70AEA1EC">
                  <wp:simplePos x="0" y="0"/>
                  <wp:positionH relativeFrom="column">
                    <wp:posOffset>761857</wp:posOffset>
                  </wp:positionH>
                  <wp:positionV relativeFrom="paragraph">
                    <wp:posOffset>302260</wp:posOffset>
                  </wp:positionV>
                  <wp:extent cx="1528925" cy="1961536"/>
                  <wp:effectExtent l="0" t="0" r="0" b="0"/>
                  <wp:wrapNone/>
                  <wp:docPr id="5" name="Imagem 8" descr="Uma imagem com texto, ClipArt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FA29C8-E1F4-EF42-A3E4-6A3EF6CAAE1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m 8" descr="Uma imagem com texto, ClipArt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C1FA29C8-E1F4-EF42-A3E4-6A3EF6CAAE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182" t="19812" r="68893" b="416"/>
                          <a:stretch/>
                        </pic:blipFill>
                        <pic:spPr bwMode="auto">
                          <a:xfrm>
                            <a:off x="0" y="0"/>
                            <a:ext cx="1528925" cy="19615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21C6A" w14:paraId="65F4E2DA" w14:textId="77777777" w:rsidTr="00E21C6A">
        <w:trPr>
          <w:trHeight w:val="3674"/>
        </w:trPr>
        <w:tc>
          <w:tcPr>
            <w:tcW w:w="5042" w:type="dxa"/>
          </w:tcPr>
          <w:p w14:paraId="3B42C3A7" w14:textId="1EB62530" w:rsidR="00E21C6A" w:rsidRDefault="00E21C6A" w:rsidP="00E21C6A">
            <w:pPr>
              <w:spacing w:line="360" w:lineRule="auto"/>
              <w:rPr>
                <w:rFonts w:ascii="Arial" w:hAnsi="Arial" w:cs="Arial"/>
              </w:rPr>
            </w:pPr>
            <w:r w:rsidRPr="00387D60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12512" behindDoc="0" locked="0" layoutInCell="1" allowOverlap="1" wp14:anchorId="2C0958EA" wp14:editId="0A273C88">
                  <wp:simplePos x="0" y="0"/>
                  <wp:positionH relativeFrom="column">
                    <wp:posOffset>809625</wp:posOffset>
                  </wp:positionH>
                  <wp:positionV relativeFrom="paragraph">
                    <wp:posOffset>290687</wp:posOffset>
                  </wp:positionV>
                  <wp:extent cx="1528925" cy="1902542"/>
                  <wp:effectExtent l="0" t="0" r="0" b="2540"/>
                  <wp:wrapNone/>
                  <wp:docPr id="4" name="Imagem 8" descr="Uma imagem com texto, ClipArt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FA29C8-E1F4-EF42-A3E4-6A3EF6CAAE1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m 8" descr="Uma imagem com texto, ClipArt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C1FA29C8-E1F4-EF42-A3E4-6A3EF6CAAE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85" t="20358" r="52090" b="2270"/>
                          <a:stretch/>
                        </pic:blipFill>
                        <pic:spPr bwMode="auto">
                          <a:xfrm>
                            <a:off x="0" y="0"/>
                            <a:ext cx="1528925" cy="19025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01" w:type="dxa"/>
          </w:tcPr>
          <w:p w14:paraId="0B58BA6F" w14:textId="2A7AC54C" w:rsidR="00E21C6A" w:rsidRDefault="00E21C6A" w:rsidP="00E21C6A">
            <w:pPr>
              <w:spacing w:line="360" w:lineRule="auto"/>
              <w:rPr>
                <w:rFonts w:ascii="Arial" w:hAnsi="Arial" w:cs="Arial"/>
              </w:rPr>
            </w:pPr>
            <w:r w:rsidRPr="00387D60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8416" behindDoc="0" locked="0" layoutInCell="1" allowOverlap="1" wp14:anchorId="756959EE" wp14:editId="2B84BDCD">
                  <wp:simplePos x="0" y="0"/>
                  <wp:positionH relativeFrom="column">
                    <wp:posOffset>763762</wp:posOffset>
                  </wp:positionH>
                  <wp:positionV relativeFrom="paragraph">
                    <wp:posOffset>142875</wp:posOffset>
                  </wp:positionV>
                  <wp:extent cx="1529183" cy="2160000"/>
                  <wp:effectExtent l="0" t="0" r="0" b="0"/>
                  <wp:wrapNone/>
                  <wp:docPr id="2" name="Imagem 8" descr="Uma imagem com texto, ClipArt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FA29C8-E1F4-EF42-A3E4-6A3EF6CAAE1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m 8" descr="Uma imagem com texto, ClipArt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C1FA29C8-E1F4-EF42-A3E4-6A3EF6CAAE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531" t="12173" r="18544"/>
                          <a:stretch/>
                        </pic:blipFill>
                        <pic:spPr bwMode="auto">
                          <a:xfrm>
                            <a:off x="0" y="0"/>
                            <a:ext cx="1529183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21C6A" w14:paraId="79583D4B" w14:textId="77777777" w:rsidTr="00E21C6A">
        <w:trPr>
          <w:trHeight w:val="3674"/>
        </w:trPr>
        <w:tc>
          <w:tcPr>
            <w:tcW w:w="5042" w:type="dxa"/>
          </w:tcPr>
          <w:p w14:paraId="7EAFBDAD" w14:textId="08D8A4E8" w:rsidR="00E21C6A" w:rsidRDefault="00E21C6A" w:rsidP="00E21C6A">
            <w:pPr>
              <w:spacing w:line="360" w:lineRule="auto"/>
              <w:rPr>
                <w:rFonts w:ascii="Arial" w:hAnsi="Arial" w:cs="Arial"/>
              </w:rPr>
            </w:pPr>
            <w:r w:rsidRPr="00387D60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6368" behindDoc="0" locked="0" layoutInCell="1" allowOverlap="1" wp14:anchorId="33DD3A40" wp14:editId="201D1560">
                  <wp:simplePos x="0" y="0"/>
                  <wp:positionH relativeFrom="column">
                    <wp:posOffset>757555</wp:posOffset>
                  </wp:positionH>
                  <wp:positionV relativeFrom="paragraph">
                    <wp:posOffset>174482</wp:posOffset>
                  </wp:positionV>
                  <wp:extent cx="1622322" cy="1996609"/>
                  <wp:effectExtent l="0" t="0" r="3810" b="0"/>
                  <wp:wrapNone/>
                  <wp:docPr id="1" name="Imagem 8" descr="Uma imagem com texto, ClipArt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FA29C8-E1F4-EF42-A3E4-6A3EF6CAAE1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m 8" descr="Uma imagem com texto, ClipArt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C1FA29C8-E1F4-EF42-A3E4-6A3EF6CAAE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968" t="9000" r="2107" b="3173"/>
                          <a:stretch/>
                        </pic:blipFill>
                        <pic:spPr bwMode="auto">
                          <a:xfrm>
                            <a:off x="0" y="0"/>
                            <a:ext cx="1622322" cy="19966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01" w:type="dxa"/>
          </w:tcPr>
          <w:p w14:paraId="370C990C" w14:textId="64BB91BC" w:rsidR="00E21C6A" w:rsidRDefault="00E21C6A" w:rsidP="00E21C6A">
            <w:pPr>
              <w:spacing w:line="360" w:lineRule="auto"/>
              <w:rPr>
                <w:rFonts w:ascii="Arial" w:hAnsi="Arial" w:cs="Arial"/>
              </w:rPr>
            </w:pPr>
            <w:r w:rsidRPr="00387D60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16608" behindDoc="0" locked="0" layoutInCell="1" allowOverlap="1" wp14:anchorId="482BD3AE" wp14:editId="1B0A6F66">
                  <wp:simplePos x="0" y="0"/>
                  <wp:positionH relativeFrom="column">
                    <wp:posOffset>762492</wp:posOffset>
                  </wp:positionH>
                  <wp:positionV relativeFrom="paragraph">
                    <wp:posOffset>461645</wp:posOffset>
                  </wp:positionV>
                  <wp:extent cx="1528445" cy="1724965"/>
                  <wp:effectExtent l="0" t="0" r="0" b="2540"/>
                  <wp:wrapNone/>
                  <wp:docPr id="7" name="Imagem 8" descr="Uma imagem com texto, ClipArt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FA29C8-E1F4-EF42-A3E4-6A3EF6CAAE1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m 8" descr="Uma imagem com texto, ClipArt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C1FA29C8-E1F4-EF42-A3E4-6A3EF6CAAE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1" t="26318" r="85574" b="3509"/>
                          <a:stretch/>
                        </pic:blipFill>
                        <pic:spPr bwMode="auto">
                          <a:xfrm>
                            <a:off x="0" y="0"/>
                            <a:ext cx="1528445" cy="1724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917B734" w14:textId="2B31A459" w:rsidR="009058B4" w:rsidRPr="00EE47B9" w:rsidRDefault="00771955" w:rsidP="00FD161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EC524C" wp14:editId="52465AAF">
                <wp:simplePos x="0" y="0"/>
                <wp:positionH relativeFrom="column">
                  <wp:posOffset>2134464</wp:posOffset>
                </wp:positionH>
                <wp:positionV relativeFrom="paragraph">
                  <wp:posOffset>2417512</wp:posOffset>
                </wp:positionV>
                <wp:extent cx="2469728" cy="176065"/>
                <wp:effectExtent l="0" t="0" r="0" b="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728" cy="17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B11BD" w14:textId="77777777" w:rsidR="00771955" w:rsidRPr="00771955" w:rsidRDefault="00771955" w:rsidP="007719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77195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  <w:t>https://innovationorigins.com/study-74-percent-of-germans-would-use-an-autonomous-car/</w:t>
                            </w:r>
                          </w:p>
                          <w:p w14:paraId="38916981" w14:textId="554BA238" w:rsidR="00771955" w:rsidRDefault="00771955" w:rsidP="007719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C524C" id="Retângulo 6" o:spid="_x0000_s1035" style="position:absolute;left:0;text-align:left;margin-left:168.05pt;margin-top:190.35pt;width:194.45pt;height:1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" filled="f" stroked="f" strokeweight="1pt">
                <v:textbox>
                  <w:txbxContent>
                    <w:p w14:paraId="519B11BD" w14:textId="77777777" w:rsidR="00771955" w:rsidRPr="00771955" w:rsidRDefault="00771955" w:rsidP="0077195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</w:pPr>
                      <w:r w:rsidRPr="0077195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  <w:t>https://innovationorigins.com/study-74-percent-of-germans-would-use-an-autonomous-car/</w:t>
                      </w:r>
                    </w:p>
                    <w:p w14:paraId="38916981" w14:textId="554BA238" w:rsidR="00771955" w:rsidRDefault="00771955" w:rsidP="007719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9058B4" w:rsidRPr="00EE47B9" w:rsidSect="002A7740">
      <w:footerReference w:type="default" r:id="rId8"/>
      <w:footerReference w:type="first" r:id="rId9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3098D" w14:textId="77777777" w:rsidR="00605BA3" w:rsidRDefault="00605BA3" w:rsidP="00071526">
      <w:r>
        <w:separator/>
      </w:r>
    </w:p>
  </w:endnote>
  <w:endnote w:type="continuationSeparator" w:id="0">
    <w:p w14:paraId="4957BCEA" w14:textId="77777777" w:rsidR="00605BA3" w:rsidRDefault="00605BA3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5ADD8E18" w:rsidR="00CD1AAC" w:rsidRDefault="00D450A3" w:rsidP="00CD1AAC">
    <w:pPr>
      <w:pStyle w:val="Rodap"/>
      <w:pBdr>
        <w:top w:val="single" w:sz="48" w:space="1" w:color="1F628E"/>
      </w:pBdr>
    </w:pPr>
    <w:r>
      <w:t>Mas q</w:t>
    </w:r>
    <w:r w:rsidR="00D20846">
      <w:t>ue voz é esta?</w:t>
    </w:r>
  </w:p>
  <w:p w14:paraId="4E8AAC98" w14:textId="72CC3027" w:rsidR="00CD1AAC" w:rsidRDefault="00D20846">
    <w:pPr>
      <w:pStyle w:val="Rodap"/>
    </w:pPr>
    <w:r>
      <w:t>4</w:t>
    </w:r>
    <w:r w:rsidR="00CD1AAC">
      <w:t>.º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5D3D5679" w:rsidR="0035214F" w:rsidRDefault="000F5997" w:rsidP="0035214F">
    <w:pPr>
      <w:pStyle w:val="Rodap"/>
      <w:pBdr>
        <w:top w:val="single" w:sz="48" w:space="1" w:color="1F628E"/>
      </w:pBdr>
    </w:pPr>
    <w:r>
      <w:t>Plantar a semente</w:t>
    </w:r>
  </w:p>
  <w:p w14:paraId="7D215F7B" w14:textId="63330306" w:rsidR="0035214F" w:rsidRDefault="0035214F">
    <w:pPr>
      <w:pStyle w:val="Rodap"/>
    </w:pPr>
    <w:r>
      <w:t>1.º / 2.º Ano | Ciências da Computação</w:t>
    </w:r>
    <w:r w:rsidR="001D2600">
      <w:t xml:space="preserve">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B2C10" w14:textId="77777777" w:rsidR="00605BA3" w:rsidRDefault="00605BA3" w:rsidP="00071526">
      <w:r>
        <w:separator/>
      </w:r>
    </w:p>
  </w:footnote>
  <w:footnote w:type="continuationSeparator" w:id="0">
    <w:p w14:paraId="02C5A8B6" w14:textId="77777777" w:rsidR="00605BA3" w:rsidRDefault="00605BA3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6101B"/>
    <w:rsid w:val="00071526"/>
    <w:rsid w:val="000725A5"/>
    <w:rsid w:val="000B27A7"/>
    <w:rsid w:val="000F1D10"/>
    <w:rsid w:val="000F5997"/>
    <w:rsid w:val="0018247E"/>
    <w:rsid w:val="00185955"/>
    <w:rsid w:val="00186E9D"/>
    <w:rsid w:val="001C3DD4"/>
    <w:rsid w:val="001C663F"/>
    <w:rsid w:val="001D2600"/>
    <w:rsid w:val="001F4D9B"/>
    <w:rsid w:val="001F5205"/>
    <w:rsid w:val="00237EFF"/>
    <w:rsid w:val="002578E6"/>
    <w:rsid w:val="00274B41"/>
    <w:rsid w:val="0029238C"/>
    <w:rsid w:val="002A7740"/>
    <w:rsid w:val="002B6229"/>
    <w:rsid w:val="003039D7"/>
    <w:rsid w:val="00314B31"/>
    <w:rsid w:val="003377C3"/>
    <w:rsid w:val="00340B78"/>
    <w:rsid w:val="0035214F"/>
    <w:rsid w:val="00356E37"/>
    <w:rsid w:val="00384D0A"/>
    <w:rsid w:val="00387D60"/>
    <w:rsid w:val="00417D80"/>
    <w:rsid w:val="00423A0A"/>
    <w:rsid w:val="004265D6"/>
    <w:rsid w:val="0044558A"/>
    <w:rsid w:val="004A1C06"/>
    <w:rsid w:val="004D0F77"/>
    <w:rsid w:val="004D671D"/>
    <w:rsid w:val="00503E78"/>
    <w:rsid w:val="00567F3D"/>
    <w:rsid w:val="005D0521"/>
    <w:rsid w:val="005F0D35"/>
    <w:rsid w:val="00605BA3"/>
    <w:rsid w:val="00646F3F"/>
    <w:rsid w:val="006D77FC"/>
    <w:rsid w:val="00723B6A"/>
    <w:rsid w:val="007348B5"/>
    <w:rsid w:val="00763354"/>
    <w:rsid w:val="00771955"/>
    <w:rsid w:val="00781BD4"/>
    <w:rsid w:val="00791C3A"/>
    <w:rsid w:val="00797BAB"/>
    <w:rsid w:val="007D406E"/>
    <w:rsid w:val="007D42EF"/>
    <w:rsid w:val="00806FCA"/>
    <w:rsid w:val="00830C52"/>
    <w:rsid w:val="0084498A"/>
    <w:rsid w:val="00874014"/>
    <w:rsid w:val="008879E1"/>
    <w:rsid w:val="008B1ACB"/>
    <w:rsid w:val="008B5BC8"/>
    <w:rsid w:val="008B6968"/>
    <w:rsid w:val="008C634A"/>
    <w:rsid w:val="00901861"/>
    <w:rsid w:val="009018E9"/>
    <w:rsid w:val="009058B4"/>
    <w:rsid w:val="009073E3"/>
    <w:rsid w:val="009226D2"/>
    <w:rsid w:val="00924B8A"/>
    <w:rsid w:val="0099116D"/>
    <w:rsid w:val="009A025D"/>
    <w:rsid w:val="009B28C9"/>
    <w:rsid w:val="009C019E"/>
    <w:rsid w:val="009C0401"/>
    <w:rsid w:val="009D48BC"/>
    <w:rsid w:val="00A2275F"/>
    <w:rsid w:val="00A32F0C"/>
    <w:rsid w:val="00A55530"/>
    <w:rsid w:val="00AA240D"/>
    <w:rsid w:val="00AC5F64"/>
    <w:rsid w:val="00AF31BB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DD9"/>
    <w:rsid w:val="00C758AD"/>
    <w:rsid w:val="00C87634"/>
    <w:rsid w:val="00CD1AAC"/>
    <w:rsid w:val="00D1191A"/>
    <w:rsid w:val="00D20846"/>
    <w:rsid w:val="00D223E7"/>
    <w:rsid w:val="00D450A3"/>
    <w:rsid w:val="00D60BE4"/>
    <w:rsid w:val="00D86C4C"/>
    <w:rsid w:val="00DA3E49"/>
    <w:rsid w:val="00DB5100"/>
    <w:rsid w:val="00DD0877"/>
    <w:rsid w:val="00DD38CE"/>
    <w:rsid w:val="00DF23A3"/>
    <w:rsid w:val="00DF7EE7"/>
    <w:rsid w:val="00E003D6"/>
    <w:rsid w:val="00E21C6A"/>
    <w:rsid w:val="00E44FDD"/>
    <w:rsid w:val="00E548DF"/>
    <w:rsid w:val="00EE04A7"/>
    <w:rsid w:val="00EE47B9"/>
    <w:rsid w:val="00F079D9"/>
    <w:rsid w:val="00F2216F"/>
    <w:rsid w:val="00F365E0"/>
    <w:rsid w:val="00F7419B"/>
    <w:rsid w:val="00FD161B"/>
    <w:rsid w:val="00FE6AD4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16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6</cp:revision>
  <dcterms:created xsi:type="dcterms:W3CDTF">2022-01-10T14:02:00Z</dcterms:created>
  <dcterms:modified xsi:type="dcterms:W3CDTF">2022-05-20T09:57:00Z</dcterms:modified>
</cp:coreProperties>
</file>